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482ADD" w:rsidP="00B731B5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projekto</w:t>
            </w:r>
            <w:bookmarkStart w:id="0" w:name="_GoBack"/>
            <w:bookmarkEnd w:id="0"/>
            <w:r w:rsidR="00B731B5">
              <w:rPr>
                <w:b/>
                <w:bCs/>
                <w:caps/>
                <w:color w:val="FF0000"/>
                <w:sz w:val="24"/>
              </w:rPr>
              <w:t>vá dokumentace spolkový dům újezdec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86566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2ADD"/>
    <w:rsid w:val="00485AFF"/>
    <w:rsid w:val="004966F6"/>
    <w:rsid w:val="004A1DE9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D5CAF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4089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13A6"/>
    <w:rsid w:val="00B56A63"/>
    <w:rsid w:val="00B731B5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B268A"/>
    <w:rsid w:val="00CB61E5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A620F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FD675-D59A-4EC8-938E-56F6C0D66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F29F6CC6</Template>
  <TotalTime>1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cp:lastPrinted>2022-09-06T08:53:00Z</cp:lastPrinted>
  <dcterms:created xsi:type="dcterms:W3CDTF">2025-05-14T07:48:00Z</dcterms:created>
  <dcterms:modified xsi:type="dcterms:W3CDTF">2025-05-16T07:50:00Z</dcterms:modified>
</cp:coreProperties>
</file>